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EAC" w:rsidRDefault="00E66EAC" w:rsidP="00CC0174"/>
    <w:p w:rsidR="00E66EAC" w:rsidRDefault="00E66EAC" w:rsidP="00CC0174"/>
    <w:p w:rsidR="00E66EAC" w:rsidRPr="00D0274B" w:rsidRDefault="00E66EAC" w:rsidP="00CC0174"/>
    <w:p w:rsidR="00E66EAC" w:rsidRDefault="00E66EAC" w:rsidP="007B2A6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b/>
          <w:bCs/>
          <w:sz w:val="28"/>
          <w:szCs w:val="28"/>
        </w:rPr>
        <w:t>Прогнозируемый объем доходов в части доходов, установленных решением Совета депутатов №30 от 21.11.2014г «О дорожном фонде муниципального образования Булгаковского сельского поселения</w:t>
      </w:r>
      <w:bookmarkStart w:id="0" w:name="_GoBack"/>
      <w:bookmarkEnd w:id="0"/>
      <w:r>
        <w:rPr>
          <w:b/>
          <w:bCs/>
          <w:sz w:val="28"/>
          <w:szCs w:val="28"/>
        </w:rPr>
        <w:t xml:space="preserve"> Духовщинского района Смоленской области» на плановый период  2025 и 2026 годов</w:t>
      </w:r>
    </w:p>
    <w:p w:rsidR="00E66EAC" w:rsidRDefault="00E66EAC" w:rsidP="00CC0174">
      <w:pPr>
        <w:jc w:val="right"/>
        <w:rPr>
          <w:sz w:val="28"/>
          <w:szCs w:val="28"/>
        </w:rPr>
      </w:pPr>
    </w:p>
    <w:p w:rsidR="00E66EAC" w:rsidRPr="00D0274B" w:rsidRDefault="00E66EAC" w:rsidP="00CC0174">
      <w:pPr>
        <w:jc w:val="right"/>
      </w:pPr>
      <w:r w:rsidRPr="00D0274B">
        <w:rPr>
          <w:sz w:val="28"/>
          <w:szCs w:val="28"/>
        </w:rPr>
        <w:t>( рублей)</w:t>
      </w:r>
    </w:p>
    <w:tbl>
      <w:tblPr>
        <w:tblW w:w="10784" w:type="dxa"/>
        <w:tblInd w:w="-1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8"/>
        <w:gridCol w:w="4252"/>
        <w:gridCol w:w="1701"/>
        <w:gridCol w:w="1853"/>
      </w:tblGrid>
      <w:tr w:rsidR="00E66EAC" w:rsidRPr="00D0274B" w:rsidTr="00AA3C24">
        <w:trPr>
          <w:trHeight w:val="852"/>
        </w:trPr>
        <w:tc>
          <w:tcPr>
            <w:tcW w:w="2978" w:type="dxa"/>
            <w:vAlign w:val="center"/>
          </w:tcPr>
          <w:p w:rsidR="00E66EAC" w:rsidRPr="00D0274B" w:rsidRDefault="00E66EAC" w:rsidP="00B51B2D">
            <w:pPr>
              <w:jc w:val="center"/>
              <w:rPr>
                <w:b/>
                <w:bCs/>
                <w:sz w:val="28"/>
                <w:szCs w:val="28"/>
              </w:rPr>
            </w:pPr>
            <w:r w:rsidRPr="00D0274B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252" w:type="dxa"/>
            <w:vAlign w:val="center"/>
          </w:tcPr>
          <w:p w:rsidR="00E66EAC" w:rsidRPr="00D0274B" w:rsidRDefault="00E66EAC" w:rsidP="00B51B2D">
            <w:pPr>
              <w:jc w:val="center"/>
              <w:rPr>
                <w:b/>
                <w:bCs/>
                <w:sz w:val="28"/>
                <w:szCs w:val="28"/>
              </w:rPr>
            </w:pPr>
            <w:r w:rsidRPr="00D0274B">
              <w:rPr>
                <w:b/>
                <w:bCs/>
                <w:sz w:val="28"/>
                <w:szCs w:val="28"/>
              </w:rPr>
              <w:t>Наименование кода дохода бюджета</w:t>
            </w:r>
          </w:p>
        </w:tc>
        <w:tc>
          <w:tcPr>
            <w:tcW w:w="1701" w:type="dxa"/>
            <w:vAlign w:val="center"/>
          </w:tcPr>
          <w:p w:rsidR="00E66EAC" w:rsidRDefault="00E66EAC" w:rsidP="00B51B2D">
            <w:pPr>
              <w:jc w:val="center"/>
              <w:rPr>
                <w:b/>
                <w:bCs/>
                <w:sz w:val="28"/>
                <w:szCs w:val="28"/>
              </w:rPr>
            </w:pPr>
            <w:r w:rsidRPr="00D0274B">
              <w:rPr>
                <w:b/>
                <w:bCs/>
                <w:sz w:val="28"/>
                <w:szCs w:val="28"/>
              </w:rPr>
              <w:t>Сумма</w:t>
            </w:r>
          </w:p>
          <w:p w:rsidR="00E66EAC" w:rsidRPr="00D0274B" w:rsidRDefault="00E66EAC" w:rsidP="00D217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2025</w:t>
            </w:r>
          </w:p>
        </w:tc>
        <w:tc>
          <w:tcPr>
            <w:tcW w:w="1853" w:type="dxa"/>
            <w:vAlign w:val="center"/>
          </w:tcPr>
          <w:p w:rsidR="00E66EAC" w:rsidRDefault="00E66EAC" w:rsidP="008C70B7">
            <w:pPr>
              <w:jc w:val="center"/>
              <w:rPr>
                <w:b/>
                <w:bCs/>
                <w:sz w:val="28"/>
                <w:szCs w:val="28"/>
              </w:rPr>
            </w:pPr>
            <w:r w:rsidRPr="00D0274B">
              <w:rPr>
                <w:b/>
                <w:bCs/>
                <w:sz w:val="28"/>
                <w:szCs w:val="28"/>
              </w:rPr>
              <w:t>Сумма</w:t>
            </w:r>
          </w:p>
          <w:p w:rsidR="00E66EAC" w:rsidRPr="00D0274B" w:rsidRDefault="00E66EAC" w:rsidP="00D217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2026</w:t>
            </w:r>
          </w:p>
        </w:tc>
      </w:tr>
    </w:tbl>
    <w:p w:rsidR="00E66EAC" w:rsidRPr="00D0274B" w:rsidRDefault="00E66EAC" w:rsidP="00B51B2D">
      <w:pPr>
        <w:rPr>
          <w:sz w:val="2"/>
          <w:szCs w:val="2"/>
        </w:rPr>
      </w:pPr>
    </w:p>
    <w:p w:rsidR="00E66EAC" w:rsidRPr="00D0274B" w:rsidRDefault="00E66EAC" w:rsidP="00B51B2D">
      <w:pPr>
        <w:rPr>
          <w:sz w:val="2"/>
          <w:szCs w:val="2"/>
        </w:rPr>
      </w:pPr>
    </w:p>
    <w:tbl>
      <w:tblPr>
        <w:tblW w:w="10737" w:type="dxa"/>
        <w:tblInd w:w="-176" w:type="dxa"/>
        <w:tblLayout w:type="fixed"/>
        <w:tblLook w:val="0000"/>
      </w:tblPr>
      <w:tblGrid>
        <w:gridCol w:w="2978"/>
        <w:gridCol w:w="4252"/>
        <w:gridCol w:w="1701"/>
        <w:gridCol w:w="1806"/>
      </w:tblGrid>
      <w:tr w:rsidR="00E66EAC" w:rsidRPr="00D0274B" w:rsidTr="00AA3C24">
        <w:trPr>
          <w:cantSplit/>
          <w:trHeight w:val="190"/>
          <w:tblHeader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EAC" w:rsidRPr="00D0274B" w:rsidRDefault="00E66EAC" w:rsidP="00B51B2D">
            <w:pPr>
              <w:jc w:val="center"/>
            </w:pPr>
            <w:r w:rsidRPr="00D0274B"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EAC" w:rsidRPr="00D0274B" w:rsidRDefault="00E66EAC" w:rsidP="00B51B2D">
            <w:pPr>
              <w:jc w:val="center"/>
            </w:pPr>
            <w:r w:rsidRPr="00D0274B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EAC" w:rsidRPr="00D0274B" w:rsidRDefault="00E66EAC" w:rsidP="00B51B2D">
            <w:pPr>
              <w:jc w:val="center"/>
            </w:pPr>
            <w:r w:rsidRPr="00D0274B">
              <w:t>3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EAC" w:rsidRPr="00D0274B" w:rsidRDefault="00E66EAC" w:rsidP="00B51B2D">
            <w:pPr>
              <w:jc w:val="center"/>
            </w:pPr>
          </w:p>
        </w:tc>
      </w:tr>
      <w:tr w:rsidR="00E66EAC" w:rsidRPr="00D0274B" w:rsidTr="00AA3C24">
        <w:trPr>
          <w:cantSplit/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AC" w:rsidRPr="00D0274B" w:rsidRDefault="00E66EAC" w:rsidP="00B51B2D">
            <w:pPr>
              <w:jc w:val="center"/>
              <w:rPr>
                <w:sz w:val="28"/>
                <w:szCs w:val="28"/>
              </w:rPr>
            </w:pPr>
            <w:r w:rsidRPr="00D0274B">
              <w:rPr>
                <w:sz w:val="28"/>
                <w:szCs w:val="28"/>
              </w:rPr>
              <w:t>1 00 00000 00 0000 000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EAC" w:rsidRPr="00D0274B" w:rsidRDefault="00E66EAC" w:rsidP="000D030A">
            <w:pPr>
              <w:jc w:val="both"/>
              <w:rPr>
                <w:b/>
                <w:bCs/>
                <w:sz w:val="28"/>
                <w:szCs w:val="28"/>
              </w:rPr>
            </w:pPr>
            <w:r w:rsidRPr="00D0274B">
              <w:rPr>
                <w:b/>
                <w:bCs/>
                <w:sz w:val="28"/>
                <w:szCs w:val="28"/>
              </w:rPr>
              <w:t>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EAC" w:rsidRPr="00CC2FD8" w:rsidRDefault="00E66EAC" w:rsidP="00CC2FD8">
            <w:pPr>
              <w:jc w:val="center"/>
              <w:rPr>
                <w:b/>
              </w:rPr>
            </w:pPr>
            <w:r w:rsidRPr="00CC2FD8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> 838 700,00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EAC" w:rsidRPr="00CC2FD8" w:rsidRDefault="00E66EAC" w:rsidP="00CC2FD8">
            <w:pPr>
              <w:jc w:val="center"/>
              <w:rPr>
                <w:b/>
              </w:rPr>
            </w:pPr>
            <w:r w:rsidRPr="00CC2FD8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> 836 500</w:t>
            </w:r>
            <w:r w:rsidRPr="00CC2FD8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00</w:t>
            </w:r>
          </w:p>
        </w:tc>
      </w:tr>
      <w:tr w:rsidR="00E66EAC" w:rsidRPr="00D0274B" w:rsidTr="00AA3C24">
        <w:trPr>
          <w:cantSplit/>
          <w:trHeight w:val="1281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AC" w:rsidRPr="00D0274B" w:rsidRDefault="00E66EAC" w:rsidP="00B51B2D">
            <w:pPr>
              <w:jc w:val="center"/>
              <w:rPr>
                <w:sz w:val="28"/>
                <w:szCs w:val="28"/>
              </w:rPr>
            </w:pPr>
            <w:r w:rsidRPr="00D0274B">
              <w:rPr>
                <w:sz w:val="28"/>
                <w:szCs w:val="28"/>
              </w:rPr>
              <w:t>1 03 00000 00 0000 000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EAC" w:rsidRPr="00D0274B" w:rsidRDefault="00E66EAC" w:rsidP="00B51B2D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0274B">
              <w:rPr>
                <w:b/>
                <w:bCs/>
                <w:i/>
                <w:iCs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EAC" w:rsidRPr="00CC2FD8" w:rsidRDefault="00E66EAC" w:rsidP="00C93376">
            <w:pPr>
              <w:jc w:val="center"/>
              <w:rPr>
                <w:b/>
              </w:rPr>
            </w:pPr>
            <w:r w:rsidRPr="00CC2FD8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> 838 700,00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EAC" w:rsidRPr="00CC2FD8" w:rsidRDefault="00E66EAC" w:rsidP="00C93376">
            <w:pPr>
              <w:jc w:val="center"/>
              <w:rPr>
                <w:b/>
              </w:rPr>
            </w:pPr>
            <w:r w:rsidRPr="00CC2FD8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> 836 500</w:t>
            </w:r>
            <w:r w:rsidRPr="00CC2FD8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00</w:t>
            </w:r>
          </w:p>
        </w:tc>
      </w:tr>
      <w:tr w:rsidR="00E66EAC" w:rsidRPr="00D0274B" w:rsidTr="006C1108">
        <w:trPr>
          <w:cantSplit/>
          <w:trHeight w:val="104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AC" w:rsidRPr="00D0274B" w:rsidRDefault="00E66EAC" w:rsidP="00B51B2D">
            <w:pPr>
              <w:jc w:val="center"/>
              <w:rPr>
                <w:sz w:val="28"/>
                <w:szCs w:val="28"/>
              </w:rPr>
            </w:pPr>
            <w:r w:rsidRPr="00D0274B">
              <w:rPr>
                <w:sz w:val="28"/>
                <w:szCs w:val="28"/>
              </w:rPr>
              <w:t>1 03 02000 01 0000 110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EAC" w:rsidRPr="00D0274B" w:rsidRDefault="00E66EAC" w:rsidP="00B51B2D">
            <w:pPr>
              <w:jc w:val="both"/>
              <w:rPr>
                <w:sz w:val="28"/>
                <w:szCs w:val="28"/>
              </w:rPr>
            </w:pPr>
            <w:r w:rsidRPr="00D0274B">
              <w:rPr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EAC" w:rsidRPr="00AA3C24" w:rsidRDefault="00E66EAC" w:rsidP="00C93376">
            <w:pPr>
              <w:jc w:val="center"/>
            </w:pPr>
            <w:r w:rsidRPr="00AA3C24">
              <w:rPr>
                <w:sz w:val="28"/>
                <w:szCs w:val="28"/>
              </w:rPr>
              <w:t>3 838 700,00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EAC" w:rsidRPr="00AA3C24" w:rsidRDefault="00E66EAC" w:rsidP="00C93376">
            <w:pPr>
              <w:jc w:val="center"/>
            </w:pPr>
            <w:r w:rsidRPr="00AA3C24">
              <w:rPr>
                <w:sz w:val="28"/>
                <w:szCs w:val="28"/>
              </w:rPr>
              <w:t>3 836 500,00</w:t>
            </w:r>
          </w:p>
        </w:tc>
      </w:tr>
    </w:tbl>
    <w:p w:rsidR="00E66EAC" w:rsidRPr="00D0274B" w:rsidRDefault="00E66EAC" w:rsidP="00B51B2D"/>
    <w:sectPr w:rsidR="00E66EAC" w:rsidRPr="00D0274B" w:rsidSect="007B2A60">
      <w:headerReference w:type="default" r:id="rId6"/>
      <w:pgSz w:w="11907" w:h="16840" w:code="9"/>
      <w:pgMar w:top="1134" w:right="567" w:bottom="1134" w:left="1134" w:header="567" w:footer="567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6EAC" w:rsidRDefault="00E66EAC">
      <w:r>
        <w:separator/>
      </w:r>
    </w:p>
  </w:endnote>
  <w:endnote w:type="continuationSeparator" w:id="1">
    <w:p w:rsidR="00E66EAC" w:rsidRDefault="00E66E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6EAC" w:rsidRDefault="00E66EAC">
      <w:r>
        <w:separator/>
      </w:r>
    </w:p>
  </w:footnote>
  <w:footnote w:type="continuationSeparator" w:id="1">
    <w:p w:rsidR="00E66EAC" w:rsidRDefault="00E66E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EAC" w:rsidRDefault="00E66EAC" w:rsidP="00CA22DC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66EAC" w:rsidRDefault="00E66EA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00"/>
  <w:drawingGridVerticalSpacing w:val="136"/>
  <w:displayHorizontalDrawingGridEvery w:val="0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1B2D"/>
    <w:rsid w:val="00000235"/>
    <w:rsid w:val="00000E89"/>
    <w:rsid w:val="0001218F"/>
    <w:rsid w:val="000167B8"/>
    <w:rsid w:val="00033605"/>
    <w:rsid w:val="000374FE"/>
    <w:rsid w:val="00045CB8"/>
    <w:rsid w:val="00047475"/>
    <w:rsid w:val="000476FE"/>
    <w:rsid w:val="00052CC6"/>
    <w:rsid w:val="0005651A"/>
    <w:rsid w:val="00057319"/>
    <w:rsid w:val="00057AAC"/>
    <w:rsid w:val="00057B50"/>
    <w:rsid w:val="00057E4A"/>
    <w:rsid w:val="0006375C"/>
    <w:rsid w:val="00064CD9"/>
    <w:rsid w:val="00075AFF"/>
    <w:rsid w:val="00080607"/>
    <w:rsid w:val="000855E7"/>
    <w:rsid w:val="00087EAF"/>
    <w:rsid w:val="00090FE7"/>
    <w:rsid w:val="000948C5"/>
    <w:rsid w:val="00095CFC"/>
    <w:rsid w:val="000971A9"/>
    <w:rsid w:val="000A6E8A"/>
    <w:rsid w:val="000A7FF5"/>
    <w:rsid w:val="000B0EF0"/>
    <w:rsid w:val="000B49F4"/>
    <w:rsid w:val="000C2372"/>
    <w:rsid w:val="000C4763"/>
    <w:rsid w:val="000C5CA5"/>
    <w:rsid w:val="000C7302"/>
    <w:rsid w:val="000D030A"/>
    <w:rsid w:val="000D0F64"/>
    <w:rsid w:val="000D5983"/>
    <w:rsid w:val="000D787E"/>
    <w:rsid w:val="000E12B0"/>
    <w:rsid w:val="000E2533"/>
    <w:rsid w:val="000E315B"/>
    <w:rsid w:val="000E3415"/>
    <w:rsid w:val="000E3B8C"/>
    <w:rsid w:val="000E6A95"/>
    <w:rsid w:val="000F7003"/>
    <w:rsid w:val="00105FF9"/>
    <w:rsid w:val="0011717A"/>
    <w:rsid w:val="00125B3F"/>
    <w:rsid w:val="00126944"/>
    <w:rsid w:val="001270A5"/>
    <w:rsid w:val="0013702C"/>
    <w:rsid w:val="00137DF9"/>
    <w:rsid w:val="0015322E"/>
    <w:rsid w:val="0016480F"/>
    <w:rsid w:val="00165F07"/>
    <w:rsid w:val="00174463"/>
    <w:rsid w:val="001820DE"/>
    <w:rsid w:val="00182C8D"/>
    <w:rsid w:val="001A3518"/>
    <w:rsid w:val="001A3C64"/>
    <w:rsid w:val="001A48D1"/>
    <w:rsid w:val="001B22D9"/>
    <w:rsid w:val="001B3353"/>
    <w:rsid w:val="001C730E"/>
    <w:rsid w:val="001D637D"/>
    <w:rsid w:val="001E4FF0"/>
    <w:rsid w:val="001E674F"/>
    <w:rsid w:val="001E78C0"/>
    <w:rsid w:val="001F07BF"/>
    <w:rsid w:val="001F21B1"/>
    <w:rsid w:val="001F59C8"/>
    <w:rsid w:val="002028C5"/>
    <w:rsid w:val="0020329B"/>
    <w:rsid w:val="00203C85"/>
    <w:rsid w:val="002110B6"/>
    <w:rsid w:val="00216C07"/>
    <w:rsid w:val="0022218E"/>
    <w:rsid w:val="00222CF5"/>
    <w:rsid w:val="00232B95"/>
    <w:rsid w:val="00243A26"/>
    <w:rsid w:val="00247235"/>
    <w:rsid w:val="00250486"/>
    <w:rsid w:val="00252890"/>
    <w:rsid w:val="002601CF"/>
    <w:rsid w:val="00266FB7"/>
    <w:rsid w:val="00267DD3"/>
    <w:rsid w:val="00271CCF"/>
    <w:rsid w:val="002720F9"/>
    <w:rsid w:val="002741E8"/>
    <w:rsid w:val="00274D1E"/>
    <w:rsid w:val="0028078B"/>
    <w:rsid w:val="002874A3"/>
    <w:rsid w:val="00291C09"/>
    <w:rsid w:val="00295A1F"/>
    <w:rsid w:val="00296E32"/>
    <w:rsid w:val="002A2429"/>
    <w:rsid w:val="002A6A31"/>
    <w:rsid w:val="002B3CF9"/>
    <w:rsid w:val="002B4AE3"/>
    <w:rsid w:val="002B6FB1"/>
    <w:rsid w:val="002B756A"/>
    <w:rsid w:val="002C0D9B"/>
    <w:rsid w:val="002C10E3"/>
    <w:rsid w:val="002C18D0"/>
    <w:rsid w:val="002D085A"/>
    <w:rsid w:val="002D0DB7"/>
    <w:rsid w:val="002D311A"/>
    <w:rsid w:val="002D3401"/>
    <w:rsid w:val="002D3A89"/>
    <w:rsid w:val="002D5E42"/>
    <w:rsid w:val="002E031B"/>
    <w:rsid w:val="002E1C88"/>
    <w:rsid w:val="002E2CF9"/>
    <w:rsid w:val="002E3967"/>
    <w:rsid w:val="002E5F9F"/>
    <w:rsid w:val="002F14FD"/>
    <w:rsid w:val="002F2F8C"/>
    <w:rsid w:val="002F7B0A"/>
    <w:rsid w:val="00301010"/>
    <w:rsid w:val="00303241"/>
    <w:rsid w:val="00317206"/>
    <w:rsid w:val="003215B6"/>
    <w:rsid w:val="0033334E"/>
    <w:rsid w:val="00333B86"/>
    <w:rsid w:val="003354BB"/>
    <w:rsid w:val="003375E3"/>
    <w:rsid w:val="00337745"/>
    <w:rsid w:val="00337FA8"/>
    <w:rsid w:val="003423A4"/>
    <w:rsid w:val="0035170C"/>
    <w:rsid w:val="00351BA6"/>
    <w:rsid w:val="00354C10"/>
    <w:rsid w:val="00355062"/>
    <w:rsid w:val="00366150"/>
    <w:rsid w:val="0037205D"/>
    <w:rsid w:val="0037414E"/>
    <w:rsid w:val="00375887"/>
    <w:rsid w:val="00376856"/>
    <w:rsid w:val="00384A79"/>
    <w:rsid w:val="003851B1"/>
    <w:rsid w:val="00385F57"/>
    <w:rsid w:val="00387458"/>
    <w:rsid w:val="00387E82"/>
    <w:rsid w:val="00390078"/>
    <w:rsid w:val="003A0F82"/>
    <w:rsid w:val="003B375A"/>
    <w:rsid w:val="003C17B6"/>
    <w:rsid w:val="003D599B"/>
    <w:rsid w:val="003E03DB"/>
    <w:rsid w:val="003E416C"/>
    <w:rsid w:val="003F0DCD"/>
    <w:rsid w:val="003F14AA"/>
    <w:rsid w:val="004001B8"/>
    <w:rsid w:val="004012E8"/>
    <w:rsid w:val="004031DB"/>
    <w:rsid w:val="00410DA0"/>
    <w:rsid w:val="00427E6C"/>
    <w:rsid w:val="004300C5"/>
    <w:rsid w:val="00440F70"/>
    <w:rsid w:val="00441653"/>
    <w:rsid w:val="0044272C"/>
    <w:rsid w:val="00464E2D"/>
    <w:rsid w:val="0046677A"/>
    <w:rsid w:val="004706CB"/>
    <w:rsid w:val="00480F60"/>
    <w:rsid w:val="004815C5"/>
    <w:rsid w:val="00481865"/>
    <w:rsid w:val="00491416"/>
    <w:rsid w:val="00492376"/>
    <w:rsid w:val="00494E25"/>
    <w:rsid w:val="0049659A"/>
    <w:rsid w:val="004A3DFE"/>
    <w:rsid w:val="004A4231"/>
    <w:rsid w:val="004A5BE3"/>
    <w:rsid w:val="004B06C2"/>
    <w:rsid w:val="004B37BA"/>
    <w:rsid w:val="004C0596"/>
    <w:rsid w:val="004D32D1"/>
    <w:rsid w:val="004F384F"/>
    <w:rsid w:val="004F3B3D"/>
    <w:rsid w:val="004F43CB"/>
    <w:rsid w:val="004F5B99"/>
    <w:rsid w:val="00502229"/>
    <w:rsid w:val="00502D41"/>
    <w:rsid w:val="0051265B"/>
    <w:rsid w:val="00517514"/>
    <w:rsid w:val="00522AD8"/>
    <w:rsid w:val="00525E6B"/>
    <w:rsid w:val="00527216"/>
    <w:rsid w:val="0052781B"/>
    <w:rsid w:val="005322E2"/>
    <w:rsid w:val="00532E3E"/>
    <w:rsid w:val="00533304"/>
    <w:rsid w:val="00534CD3"/>
    <w:rsid w:val="00540074"/>
    <w:rsid w:val="00542DA4"/>
    <w:rsid w:val="00545A79"/>
    <w:rsid w:val="00550BD0"/>
    <w:rsid w:val="005551FE"/>
    <w:rsid w:val="005579A4"/>
    <w:rsid w:val="005751AB"/>
    <w:rsid w:val="0058435E"/>
    <w:rsid w:val="00590344"/>
    <w:rsid w:val="00590F43"/>
    <w:rsid w:val="0059743A"/>
    <w:rsid w:val="005B0EA3"/>
    <w:rsid w:val="005B73E4"/>
    <w:rsid w:val="005C2153"/>
    <w:rsid w:val="005D3F71"/>
    <w:rsid w:val="005D7F53"/>
    <w:rsid w:val="005E108D"/>
    <w:rsid w:val="005E23D3"/>
    <w:rsid w:val="005F3B01"/>
    <w:rsid w:val="005F414C"/>
    <w:rsid w:val="006040D8"/>
    <w:rsid w:val="006104E6"/>
    <w:rsid w:val="00627AC1"/>
    <w:rsid w:val="00635F5C"/>
    <w:rsid w:val="00641140"/>
    <w:rsid w:val="00644078"/>
    <w:rsid w:val="00645FE1"/>
    <w:rsid w:val="0065588F"/>
    <w:rsid w:val="00667845"/>
    <w:rsid w:val="00670EFE"/>
    <w:rsid w:val="00671CB9"/>
    <w:rsid w:val="006808F2"/>
    <w:rsid w:val="00681751"/>
    <w:rsid w:val="0068468D"/>
    <w:rsid w:val="006908D4"/>
    <w:rsid w:val="00695767"/>
    <w:rsid w:val="006A06A1"/>
    <w:rsid w:val="006A11B7"/>
    <w:rsid w:val="006A292A"/>
    <w:rsid w:val="006B22A8"/>
    <w:rsid w:val="006B44B1"/>
    <w:rsid w:val="006B5074"/>
    <w:rsid w:val="006B7A8C"/>
    <w:rsid w:val="006C0F6A"/>
    <w:rsid w:val="006C1108"/>
    <w:rsid w:val="006C7836"/>
    <w:rsid w:val="006D22AB"/>
    <w:rsid w:val="006D3AA7"/>
    <w:rsid w:val="006D6FED"/>
    <w:rsid w:val="006E0FA6"/>
    <w:rsid w:val="006E70F8"/>
    <w:rsid w:val="006F6ACA"/>
    <w:rsid w:val="007038C1"/>
    <w:rsid w:val="007066C9"/>
    <w:rsid w:val="0071321C"/>
    <w:rsid w:val="00714093"/>
    <w:rsid w:val="007212E3"/>
    <w:rsid w:val="00724609"/>
    <w:rsid w:val="00727E8F"/>
    <w:rsid w:val="00744D9D"/>
    <w:rsid w:val="00751EFF"/>
    <w:rsid w:val="00757CA5"/>
    <w:rsid w:val="00766141"/>
    <w:rsid w:val="007734BF"/>
    <w:rsid w:val="00775499"/>
    <w:rsid w:val="00784320"/>
    <w:rsid w:val="007872F8"/>
    <w:rsid w:val="00790DDD"/>
    <w:rsid w:val="0079105B"/>
    <w:rsid w:val="0079258B"/>
    <w:rsid w:val="0079438E"/>
    <w:rsid w:val="007976CD"/>
    <w:rsid w:val="007A23B4"/>
    <w:rsid w:val="007A414E"/>
    <w:rsid w:val="007B2A60"/>
    <w:rsid w:val="007B67FB"/>
    <w:rsid w:val="007B6A81"/>
    <w:rsid w:val="007C4950"/>
    <w:rsid w:val="007C4BB2"/>
    <w:rsid w:val="007E3D18"/>
    <w:rsid w:val="007E7AB6"/>
    <w:rsid w:val="0080484F"/>
    <w:rsid w:val="008050B8"/>
    <w:rsid w:val="00811D0D"/>
    <w:rsid w:val="00812F20"/>
    <w:rsid w:val="00817222"/>
    <w:rsid w:val="00817C5D"/>
    <w:rsid w:val="00823209"/>
    <w:rsid w:val="008236D9"/>
    <w:rsid w:val="0083774B"/>
    <w:rsid w:val="0084233F"/>
    <w:rsid w:val="008423FF"/>
    <w:rsid w:val="008535FF"/>
    <w:rsid w:val="0086281F"/>
    <w:rsid w:val="008653B8"/>
    <w:rsid w:val="00873719"/>
    <w:rsid w:val="00874783"/>
    <w:rsid w:val="008909E5"/>
    <w:rsid w:val="00891333"/>
    <w:rsid w:val="00894873"/>
    <w:rsid w:val="00894B25"/>
    <w:rsid w:val="008A063E"/>
    <w:rsid w:val="008A3351"/>
    <w:rsid w:val="008A76A2"/>
    <w:rsid w:val="008B2323"/>
    <w:rsid w:val="008B63D6"/>
    <w:rsid w:val="008B7E51"/>
    <w:rsid w:val="008C4EC7"/>
    <w:rsid w:val="008C70B7"/>
    <w:rsid w:val="008C7C67"/>
    <w:rsid w:val="008D1AF8"/>
    <w:rsid w:val="008E005E"/>
    <w:rsid w:val="008E10F2"/>
    <w:rsid w:val="008E2176"/>
    <w:rsid w:val="008E21A2"/>
    <w:rsid w:val="008E3B6F"/>
    <w:rsid w:val="008E5EEB"/>
    <w:rsid w:val="008F1BCD"/>
    <w:rsid w:val="008F5E93"/>
    <w:rsid w:val="00904573"/>
    <w:rsid w:val="00921073"/>
    <w:rsid w:val="00923A52"/>
    <w:rsid w:val="009248CB"/>
    <w:rsid w:val="00925FE3"/>
    <w:rsid w:val="009269B1"/>
    <w:rsid w:val="00927580"/>
    <w:rsid w:val="00931F21"/>
    <w:rsid w:val="00934B1D"/>
    <w:rsid w:val="009368D8"/>
    <w:rsid w:val="00944D3F"/>
    <w:rsid w:val="00945D2D"/>
    <w:rsid w:val="00950A34"/>
    <w:rsid w:val="009568EA"/>
    <w:rsid w:val="00957CA5"/>
    <w:rsid w:val="00967010"/>
    <w:rsid w:val="0097358B"/>
    <w:rsid w:val="0097380B"/>
    <w:rsid w:val="00980438"/>
    <w:rsid w:val="0098316B"/>
    <w:rsid w:val="00987384"/>
    <w:rsid w:val="00996689"/>
    <w:rsid w:val="009A140C"/>
    <w:rsid w:val="009A1935"/>
    <w:rsid w:val="009A1E34"/>
    <w:rsid w:val="009A5760"/>
    <w:rsid w:val="009B0E4A"/>
    <w:rsid w:val="009B151D"/>
    <w:rsid w:val="009C1503"/>
    <w:rsid w:val="009C7BB4"/>
    <w:rsid w:val="009C7DFB"/>
    <w:rsid w:val="009D0578"/>
    <w:rsid w:val="009D2177"/>
    <w:rsid w:val="009D4FAC"/>
    <w:rsid w:val="009E0FE8"/>
    <w:rsid w:val="009E37C3"/>
    <w:rsid w:val="009E3EE1"/>
    <w:rsid w:val="009F21BB"/>
    <w:rsid w:val="00A01E47"/>
    <w:rsid w:val="00A02FEE"/>
    <w:rsid w:val="00A04397"/>
    <w:rsid w:val="00A10FA8"/>
    <w:rsid w:val="00A313AF"/>
    <w:rsid w:val="00A321D6"/>
    <w:rsid w:val="00A4536E"/>
    <w:rsid w:val="00A52701"/>
    <w:rsid w:val="00A53B35"/>
    <w:rsid w:val="00A5487B"/>
    <w:rsid w:val="00A55B4A"/>
    <w:rsid w:val="00A604E0"/>
    <w:rsid w:val="00A65985"/>
    <w:rsid w:val="00A709E4"/>
    <w:rsid w:val="00A82C2E"/>
    <w:rsid w:val="00A87758"/>
    <w:rsid w:val="00A91888"/>
    <w:rsid w:val="00A96EBC"/>
    <w:rsid w:val="00AA0428"/>
    <w:rsid w:val="00AA054E"/>
    <w:rsid w:val="00AA0D78"/>
    <w:rsid w:val="00AA3C24"/>
    <w:rsid w:val="00AA5232"/>
    <w:rsid w:val="00AA7012"/>
    <w:rsid w:val="00AB00B3"/>
    <w:rsid w:val="00AB30A0"/>
    <w:rsid w:val="00AB3F3A"/>
    <w:rsid w:val="00AC4C04"/>
    <w:rsid w:val="00AC52E3"/>
    <w:rsid w:val="00AC5CB9"/>
    <w:rsid w:val="00AE1222"/>
    <w:rsid w:val="00AF653B"/>
    <w:rsid w:val="00AF7134"/>
    <w:rsid w:val="00B02458"/>
    <w:rsid w:val="00B07E04"/>
    <w:rsid w:val="00B200BA"/>
    <w:rsid w:val="00B20909"/>
    <w:rsid w:val="00B2123A"/>
    <w:rsid w:val="00B368B7"/>
    <w:rsid w:val="00B37F66"/>
    <w:rsid w:val="00B4731E"/>
    <w:rsid w:val="00B50E7B"/>
    <w:rsid w:val="00B51B2D"/>
    <w:rsid w:val="00B57006"/>
    <w:rsid w:val="00B65EAF"/>
    <w:rsid w:val="00B7241A"/>
    <w:rsid w:val="00B85AD2"/>
    <w:rsid w:val="00B90F18"/>
    <w:rsid w:val="00BA2CC1"/>
    <w:rsid w:val="00BA75D2"/>
    <w:rsid w:val="00BC43B7"/>
    <w:rsid w:val="00BD2892"/>
    <w:rsid w:val="00BD4BD7"/>
    <w:rsid w:val="00BE1D11"/>
    <w:rsid w:val="00BE335F"/>
    <w:rsid w:val="00BF14A0"/>
    <w:rsid w:val="00BF4BE1"/>
    <w:rsid w:val="00C14AD4"/>
    <w:rsid w:val="00C1502E"/>
    <w:rsid w:val="00C30476"/>
    <w:rsid w:val="00C32B11"/>
    <w:rsid w:val="00C4128A"/>
    <w:rsid w:val="00C43F0F"/>
    <w:rsid w:val="00C551C8"/>
    <w:rsid w:val="00C67F14"/>
    <w:rsid w:val="00C774E2"/>
    <w:rsid w:val="00C779C7"/>
    <w:rsid w:val="00C807EF"/>
    <w:rsid w:val="00C87753"/>
    <w:rsid w:val="00C917E5"/>
    <w:rsid w:val="00C92A92"/>
    <w:rsid w:val="00C93376"/>
    <w:rsid w:val="00CA0DF1"/>
    <w:rsid w:val="00CA129D"/>
    <w:rsid w:val="00CA22DC"/>
    <w:rsid w:val="00CA5F0A"/>
    <w:rsid w:val="00CA6668"/>
    <w:rsid w:val="00CA6E4B"/>
    <w:rsid w:val="00CB6A79"/>
    <w:rsid w:val="00CC0174"/>
    <w:rsid w:val="00CC1FC5"/>
    <w:rsid w:val="00CC2FD8"/>
    <w:rsid w:val="00CC444C"/>
    <w:rsid w:val="00CC511C"/>
    <w:rsid w:val="00CC55F4"/>
    <w:rsid w:val="00CC71FE"/>
    <w:rsid w:val="00CD1B67"/>
    <w:rsid w:val="00CD250D"/>
    <w:rsid w:val="00CD428E"/>
    <w:rsid w:val="00CD6E71"/>
    <w:rsid w:val="00CE564F"/>
    <w:rsid w:val="00CE6B57"/>
    <w:rsid w:val="00CF0E7F"/>
    <w:rsid w:val="00CF67D9"/>
    <w:rsid w:val="00D0274B"/>
    <w:rsid w:val="00D04F84"/>
    <w:rsid w:val="00D1410E"/>
    <w:rsid w:val="00D147A7"/>
    <w:rsid w:val="00D1635B"/>
    <w:rsid w:val="00D17512"/>
    <w:rsid w:val="00D2173E"/>
    <w:rsid w:val="00D26E29"/>
    <w:rsid w:val="00D303C2"/>
    <w:rsid w:val="00D32293"/>
    <w:rsid w:val="00D43AAA"/>
    <w:rsid w:val="00D45395"/>
    <w:rsid w:val="00D4764A"/>
    <w:rsid w:val="00D52FBA"/>
    <w:rsid w:val="00D53220"/>
    <w:rsid w:val="00D557A2"/>
    <w:rsid w:val="00D56D6C"/>
    <w:rsid w:val="00D61466"/>
    <w:rsid w:val="00D70D29"/>
    <w:rsid w:val="00D74629"/>
    <w:rsid w:val="00D7718E"/>
    <w:rsid w:val="00D80F2C"/>
    <w:rsid w:val="00D83392"/>
    <w:rsid w:val="00D84BD5"/>
    <w:rsid w:val="00D85B64"/>
    <w:rsid w:val="00D8749D"/>
    <w:rsid w:val="00D92818"/>
    <w:rsid w:val="00DA0AD1"/>
    <w:rsid w:val="00DA17B1"/>
    <w:rsid w:val="00DA3A73"/>
    <w:rsid w:val="00DA3C01"/>
    <w:rsid w:val="00DA4AE9"/>
    <w:rsid w:val="00DA75F8"/>
    <w:rsid w:val="00DB4303"/>
    <w:rsid w:val="00DB7F12"/>
    <w:rsid w:val="00DC787C"/>
    <w:rsid w:val="00DD14CA"/>
    <w:rsid w:val="00DD1C10"/>
    <w:rsid w:val="00DD4BD5"/>
    <w:rsid w:val="00DD6711"/>
    <w:rsid w:val="00DE04A4"/>
    <w:rsid w:val="00DE63E0"/>
    <w:rsid w:val="00DE69C8"/>
    <w:rsid w:val="00DE76F9"/>
    <w:rsid w:val="00DE7B56"/>
    <w:rsid w:val="00DF232F"/>
    <w:rsid w:val="00DF26D5"/>
    <w:rsid w:val="00DF4858"/>
    <w:rsid w:val="00DF49E1"/>
    <w:rsid w:val="00DF510A"/>
    <w:rsid w:val="00DF571B"/>
    <w:rsid w:val="00DF64BB"/>
    <w:rsid w:val="00E01BC4"/>
    <w:rsid w:val="00E04315"/>
    <w:rsid w:val="00E11EAA"/>
    <w:rsid w:val="00E2116E"/>
    <w:rsid w:val="00E2641C"/>
    <w:rsid w:val="00E46DBE"/>
    <w:rsid w:val="00E629B5"/>
    <w:rsid w:val="00E63088"/>
    <w:rsid w:val="00E66EAC"/>
    <w:rsid w:val="00E7178B"/>
    <w:rsid w:val="00E7434D"/>
    <w:rsid w:val="00E9210D"/>
    <w:rsid w:val="00E94EBA"/>
    <w:rsid w:val="00E96FA5"/>
    <w:rsid w:val="00EA3225"/>
    <w:rsid w:val="00EA55B1"/>
    <w:rsid w:val="00EA644F"/>
    <w:rsid w:val="00EA7A9C"/>
    <w:rsid w:val="00EA7B66"/>
    <w:rsid w:val="00EB671B"/>
    <w:rsid w:val="00EC2ECB"/>
    <w:rsid w:val="00ED1B85"/>
    <w:rsid w:val="00ED4C8A"/>
    <w:rsid w:val="00EE3A3C"/>
    <w:rsid w:val="00EF485D"/>
    <w:rsid w:val="00EF6044"/>
    <w:rsid w:val="00F012B0"/>
    <w:rsid w:val="00F01382"/>
    <w:rsid w:val="00F02A1D"/>
    <w:rsid w:val="00F037AB"/>
    <w:rsid w:val="00F10A72"/>
    <w:rsid w:val="00F16CB2"/>
    <w:rsid w:val="00F21AF5"/>
    <w:rsid w:val="00F22401"/>
    <w:rsid w:val="00F2457E"/>
    <w:rsid w:val="00F2647E"/>
    <w:rsid w:val="00F30075"/>
    <w:rsid w:val="00F31F9A"/>
    <w:rsid w:val="00F3207A"/>
    <w:rsid w:val="00F40C40"/>
    <w:rsid w:val="00F41A67"/>
    <w:rsid w:val="00F42F16"/>
    <w:rsid w:val="00F4702D"/>
    <w:rsid w:val="00F513FF"/>
    <w:rsid w:val="00F5321C"/>
    <w:rsid w:val="00F55978"/>
    <w:rsid w:val="00F55D42"/>
    <w:rsid w:val="00F63D71"/>
    <w:rsid w:val="00F655BD"/>
    <w:rsid w:val="00F71B6D"/>
    <w:rsid w:val="00F72EF7"/>
    <w:rsid w:val="00F81151"/>
    <w:rsid w:val="00F86F86"/>
    <w:rsid w:val="00F914BE"/>
    <w:rsid w:val="00F92BC7"/>
    <w:rsid w:val="00FB5921"/>
    <w:rsid w:val="00FB61C9"/>
    <w:rsid w:val="00FB74BD"/>
    <w:rsid w:val="00FB7E54"/>
    <w:rsid w:val="00FC1823"/>
    <w:rsid w:val="00FC77FF"/>
    <w:rsid w:val="00FC7CD6"/>
    <w:rsid w:val="00FD13DB"/>
    <w:rsid w:val="00FD5093"/>
    <w:rsid w:val="00FD587E"/>
    <w:rsid w:val="00FD7145"/>
    <w:rsid w:val="00FD74A4"/>
    <w:rsid w:val="00FD7B43"/>
    <w:rsid w:val="00FE24F0"/>
    <w:rsid w:val="00FE58C6"/>
    <w:rsid w:val="00FE63CA"/>
    <w:rsid w:val="00FF0A3C"/>
    <w:rsid w:val="00FF21C7"/>
    <w:rsid w:val="00FF6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B2D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B51B2D"/>
    <w:pPr>
      <w:jc w:val="center"/>
    </w:pPr>
    <w:rPr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B51B2D"/>
    <w:rPr>
      <w:rFonts w:cs="Times New Roman"/>
      <w:sz w:val="28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8F1BCD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F4858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rsid w:val="00CA22DC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F4858"/>
    <w:rPr>
      <w:rFonts w:cs="Times New Roman"/>
      <w:sz w:val="24"/>
    </w:rPr>
  </w:style>
  <w:style w:type="character" w:styleId="PageNumber">
    <w:name w:val="page number"/>
    <w:basedOn w:val="DefaultParagraphFont"/>
    <w:uiPriority w:val="99"/>
    <w:rsid w:val="00CA22DC"/>
    <w:rPr>
      <w:rFonts w:cs="Times New Roman"/>
    </w:rPr>
  </w:style>
  <w:style w:type="paragraph" w:customStyle="1" w:styleId="a">
    <w:name w:val="Знак Знак Знак"/>
    <w:basedOn w:val="Normal"/>
    <w:uiPriority w:val="99"/>
    <w:rsid w:val="0035170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CD1B67"/>
    <w:pPr>
      <w:spacing w:after="75"/>
      <w:jc w:val="both"/>
    </w:pPr>
    <w:rPr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521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1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73</TotalTime>
  <Pages>1</Pages>
  <Words>102</Words>
  <Characters>586</Characters>
  <Application>Microsoft Office Outlook</Application>
  <DocSecurity>0</DocSecurity>
  <Lines>0</Lines>
  <Paragraphs>0</Paragraphs>
  <ScaleCrop>false</ScaleCrop>
  <Company>Департамент финансов Смоленской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Волченкова Е. В.</dc:creator>
  <cp:keywords/>
  <dc:description/>
  <cp:lastModifiedBy>Бух</cp:lastModifiedBy>
  <cp:revision>39</cp:revision>
  <cp:lastPrinted>2014-12-05T11:29:00Z</cp:lastPrinted>
  <dcterms:created xsi:type="dcterms:W3CDTF">2014-10-08T10:30:00Z</dcterms:created>
  <dcterms:modified xsi:type="dcterms:W3CDTF">2023-11-05T15:20:00Z</dcterms:modified>
</cp:coreProperties>
</file>